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804"/>
      </w:tblGrid>
      <w:tr w:rsidR="00E5077A" w:rsidRPr="00BE023B" w14:paraId="4D2DB25D" w14:textId="77777777" w:rsidTr="000073E7">
        <w:trPr>
          <w:trHeight w:val="1552"/>
        </w:trPr>
        <w:tc>
          <w:tcPr>
            <w:tcW w:w="3686" w:type="dxa"/>
            <w:vAlign w:val="bottom"/>
          </w:tcPr>
          <w:p w14:paraId="2AC721BD" w14:textId="77777777" w:rsidR="00E5077A" w:rsidRPr="00D35D2B" w:rsidRDefault="00560E16" w:rsidP="00720BE2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D35D2B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</w:t>
            </w:r>
            <w:r w:rsidR="00E5077A" w:rsidRPr="00D35D2B">
              <w:rPr>
                <w:rFonts w:ascii="Tahoma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46621DC" w14:textId="77777777" w:rsidR="00E5077A" w:rsidRPr="00D35D2B" w:rsidRDefault="00E5077A" w:rsidP="00720BE2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E5077A" w:rsidRPr="00BE023B" w14:paraId="4E58E0B6" w14:textId="77777777" w:rsidTr="00D8007A">
        <w:trPr>
          <w:trHeight w:val="483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07186" w14:textId="77777777" w:rsidR="00E5077A" w:rsidRPr="00D35D2B" w:rsidRDefault="00E5077A" w:rsidP="00720BE2">
            <w:pPr>
              <w:keepNext/>
              <w:spacing w:before="120" w:after="0" w:line="240" w:lineRule="auto"/>
              <w:outlineLvl w:val="2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D35D2B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Oświadczenie Wykonawcy</w:t>
            </w:r>
          </w:p>
          <w:p w14:paraId="10B0166C" w14:textId="77777777" w:rsidR="00E5077A" w:rsidRPr="00D35D2B" w:rsidRDefault="00E5077A" w:rsidP="00720BE2">
            <w:pPr>
              <w:spacing w:after="24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D35D2B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</w:tbl>
    <w:p w14:paraId="42B177CA" w14:textId="77777777" w:rsidR="00E5077A" w:rsidRPr="00D35D2B" w:rsidRDefault="00E5077A" w:rsidP="00BE023B">
      <w:pPr>
        <w:shd w:val="clear" w:color="auto" w:fill="D9D9D9"/>
        <w:spacing w:before="120" w:after="120"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D35D2B">
        <w:rPr>
          <w:rFonts w:ascii="Tahoma" w:hAnsi="Tahoma" w:cs="Tahoma"/>
          <w:i/>
          <w:sz w:val="20"/>
          <w:szCs w:val="20"/>
        </w:rPr>
        <w:t>Wprowadzenie:</w:t>
      </w:r>
      <w:r w:rsidRPr="00D35D2B">
        <w:rPr>
          <w:rFonts w:ascii="Tahoma" w:hAnsi="Tahoma" w:cs="Tahoma"/>
          <w:i/>
          <w:sz w:val="20"/>
          <w:szCs w:val="20"/>
        </w:rPr>
        <w:tab/>
      </w:r>
    </w:p>
    <w:p w14:paraId="2D4D59C6" w14:textId="77777777" w:rsidR="00E5077A" w:rsidRPr="00D35D2B" w:rsidRDefault="00E5077A" w:rsidP="00BE023B">
      <w:pPr>
        <w:shd w:val="clear" w:color="auto" w:fill="D9D9D9"/>
        <w:spacing w:before="120" w:after="120"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D35D2B">
        <w:rPr>
          <w:rFonts w:ascii="Tahoma" w:hAnsi="Tahoma" w:cs="Tahoma"/>
          <w:i/>
          <w:sz w:val="20"/>
          <w:szCs w:val="20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D35D2B">
        <w:rPr>
          <w:rStyle w:val="Odwoanieprzypisudolnego"/>
          <w:rFonts w:ascii="Tahoma" w:hAnsi="Tahoma" w:cs="Tahoma"/>
          <w:i/>
          <w:sz w:val="20"/>
          <w:szCs w:val="20"/>
        </w:rPr>
        <w:footnoteReference w:id="1"/>
      </w:r>
      <w:r w:rsidRPr="00D35D2B">
        <w:rPr>
          <w:rFonts w:ascii="Tahoma" w:hAnsi="Tahoma" w:cs="Tahoma"/>
          <w:i/>
          <w:sz w:val="20"/>
          <w:szCs w:val="20"/>
        </w:rPr>
        <w:t xml:space="preserve">, w szczególności obowiązek informacyjny przewidziany w </w:t>
      </w:r>
      <w:r w:rsidRPr="00D35D2B">
        <w:rPr>
          <w:rFonts w:ascii="Tahoma" w:hAnsi="Tahoma" w:cs="Tahoma"/>
          <w:b/>
          <w:i/>
          <w:sz w:val="20"/>
          <w:szCs w:val="20"/>
        </w:rPr>
        <w:t>art. 13 RODO</w:t>
      </w:r>
      <w:r w:rsidRPr="00D35D2B">
        <w:rPr>
          <w:rFonts w:ascii="Tahoma" w:hAnsi="Tahoma" w:cs="Tahoma"/>
          <w:i/>
          <w:sz w:val="20"/>
          <w:szCs w:val="20"/>
        </w:rPr>
        <w:t xml:space="preserve"> względem osób fizycznych, których dane osobowe dotyczą i od których dane te wykonawca </w:t>
      </w:r>
      <w:r w:rsidRPr="00D35D2B">
        <w:rPr>
          <w:rFonts w:ascii="Tahoma" w:hAnsi="Tahoma" w:cs="Tahoma"/>
          <w:i/>
          <w:sz w:val="20"/>
          <w:szCs w:val="20"/>
          <w:u w:val="single"/>
        </w:rPr>
        <w:t>bezpośrednio</w:t>
      </w:r>
      <w:r w:rsidRPr="00D35D2B">
        <w:rPr>
          <w:rFonts w:ascii="Tahoma" w:hAnsi="Tahoma" w:cs="Tahoma"/>
          <w:i/>
          <w:sz w:val="20"/>
          <w:szCs w:val="20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0B79CF29" w14:textId="77777777" w:rsidR="00E5077A" w:rsidRPr="00D35D2B" w:rsidRDefault="00E5077A" w:rsidP="00BE023B">
      <w:pPr>
        <w:shd w:val="clear" w:color="auto" w:fill="D9D9D9"/>
        <w:spacing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D35D2B">
        <w:rPr>
          <w:rFonts w:ascii="Tahoma" w:hAnsi="Tahoma" w:cs="Tahoma"/>
          <w:i/>
          <w:sz w:val="20"/>
          <w:szCs w:val="20"/>
        </w:rPr>
        <w:t xml:space="preserve">Ponadto Wykonawca będzie musiał wypełnić obowiązek informacyjny wynikający z </w:t>
      </w:r>
      <w:r w:rsidRPr="00D35D2B">
        <w:rPr>
          <w:rFonts w:ascii="Tahoma" w:hAnsi="Tahoma" w:cs="Tahoma"/>
          <w:b/>
          <w:i/>
          <w:sz w:val="20"/>
          <w:szCs w:val="20"/>
        </w:rPr>
        <w:t>art. 14 RODO</w:t>
      </w:r>
      <w:r w:rsidRPr="00D35D2B">
        <w:rPr>
          <w:rFonts w:ascii="Tahoma" w:hAnsi="Tahoma" w:cs="Tahoma"/>
          <w:i/>
          <w:sz w:val="20"/>
          <w:szCs w:val="20"/>
        </w:rPr>
        <w:t xml:space="preserve"> względem osób fizycznych, których dane przekazuje zamawiającemu i których dane </w:t>
      </w:r>
      <w:r w:rsidRPr="00D35D2B">
        <w:rPr>
          <w:rFonts w:ascii="Tahoma" w:hAnsi="Tahoma" w:cs="Tahoma"/>
          <w:i/>
          <w:sz w:val="20"/>
          <w:szCs w:val="20"/>
          <w:u w:val="single"/>
        </w:rPr>
        <w:t>pośrednio</w:t>
      </w:r>
      <w:r w:rsidRPr="00D35D2B">
        <w:rPr>
          <w:rFonts w:ascii="Tahoma" w:hAnsi="Tahoma" w:cs="Tahoma"/>
          <w:i/>
          <w:sz w:val="20"/>
          <w:szCs w:val="20"/>
        </w:rPr>
        <w:t xml:space="preserve"> pozyskał, chyba że ma zastosowanie co najmniej jedno z wyłączeń, o których mowa w art. 14 ust. 5 RODO.</w:t>
      </w:r>
    </w:p>
    <w:p w14:paraId="5B0CFD48" w14:textId="77777777" w:rsidR="00E5077A" w:rsidRPr="00D35D2B" w:rsidRDefault="00E5077A" w:rsidP="00BE023B">
      <w:pPr>
        <w:shd w:val="clear" w:color="auto" w:fill="D9D9D9"/>
        <w:spacing w:before="120" w:after="0" w:line="360" w:lineRule="auto"/>
        <w:jc w:val="both"/>
        <w:rPr>
          <w:rFonts w:ascii="Tahoma" w:hAnsi="Tahoma" w:cs="Tahoma"/>
          <w:i/>
          <w:color w:val="000000"/>
          <w:sz w:val="20"/>
          <w:szCs w:val="20"/>
          <w:lang w:eastAsia="pl-PL"/>
        </w:rPr>
      </w:pPr>
      <w:r w:rsidRPr="00D35D2B">
        <w:rPr>
          <w:rFonts w:ascii="Tahoma" w:hAnsi="Tahoma" w:cs="Tahoma"/>
          <w:i/>
          <w:color w:val="000000"/>
          <w:sz w:val="20"/>
          <w:szCs w:val="20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1C5DA580" w14:textId="77777777" w:rsidR="00E5077A" w:rsidRPr="00D35D2B" w:rsidRDefault="00E5077A" w:rsidP="00D8007A">
      <w:pPr>
        <w:spacing w:before="120" w:after="0" w:line="480" w:lineRule="auto"/>
        <w:jc w:val="both"/>
        <w:rPr>
          <w:rFonts w:ascii="Tahoma" w:hAnsi="Tahoma" w:cs="Tahoma"/>
          <w:sz w:val="20"/>
          <w:szCs w:val="18"/>
          <w:lang w:eastAsia="pl-PL"/>
        </w:rPr>
      </w:pPr>
      <w:r w:rsidRPr="00D35D2B">
        <w:rPr>
          <w:rFonts w:ascii="Tahoma" w:hAnsi="Tahoma" w:cs="Tahoma"/>
          <w:sz w:val="20"/>
          <w:szCs w:val="18"/>
          <w:lang w:eastAsia="pl-PL"/>
        </w:rPr>
        <w:t>Oświadczenie:</w:t>
      </w:r>
    </w:p>
    <w:p w14:paraId="3592C656" w14:textId="7530E4A8" w:rsidR="00D8007A" w:rsidRPr="000073E7" w:rsidRDefault="00E5077A" w:rsidP="00720BE2">
      <w:pPr>
        <w:pStyle w:val="NormalnyWeb"/>
        <w:spacing w:line="360" w:lineRule="auto"/>
        <w:jc w:val="both"/>
        <w:rPr>
          <w:rFonts w:ascii="Tahoma" w:hAnsi="Tahoma" w:cs="Tahoma"/>
          <w:sz w:val="20"/>
          <w:szCs w:val="18"/>
        </w:rPr>
      </w:pPr>
      <w:r w:rsidRPr="00D35D2B">
        <w:rPr>
          <w:rFonts w:ascii="Tahoma" w:hAnsi="Tahoma" w:cs="Tahoma"/>
          <w:color w:val="000000"/>
          <w:sz w:val="20"/>
          <w:szCs w:val="18"/>
        </w:rPr>
        <w:t>Oświadczam, że wypełniłem obowiązki informacyjne przewidziane w art. 13 lub art. 14 RODO</w:t>
      </w:r>
      <w:r w:rsidRPr="00D35D2B">
        <w:rPr>
          <w:rFonts w:ascii="Tahoma" w:hAnsi="Tahoma" w:cs="Tahoma"/>
          <w:color w:val="000000"/>
          <w:sz w:val="20"/>
          <w:szCs w:val="18"/>
          <w:vertAlign w:val="superscript"/>
        </w:rPr>
        <w:t>1)</w:t>
      </w:r>
      <w:r w:rsidRPr="00D35D2B">
        <w:rPr>
          <w:rFonts w:ascii="Tahoma" w:hAnsi="Tahoma" w:cs="Tahoma"/>
          <w:color w:val="000000"/>
          <w:sz w:val="20"/>
          <w:szCs w:val="18"/>
        </w:rPr>
        <w:t xml:space="preserve"> wobec osób fizycznych, </w:t>
      </w:r>
      <w:r w:rsidRPr="00D35D2B">
        <w:rPr>
          <w:rFonts w:ascii="Tahoma" w:hAnsi="Tahoma" w:cs="Tahoma"/>
          <w:sz w:val="20"/>
          <w:szCs w:val="18"/>
        </w:rPr>
        <w:t>od których dane osobowe bezpośrednio lub pośrednio pozyskałem</w:t>
      </w:r>
      <w:r w:rsidRPr="00D35D2B">
        <w:rPr>
          <w:rFonts w:ascii="Tahoma" w:hAnsi="Tahoma" w:cs="Tahoma"/>
          <w:color w:val="000000"/>
          <w:sz w:val="20"/>
          <w:szCs w:val="18"/>
        </w:rPr>
        <w:t xml:space="preserve"> w celu ubiegania się o udzielenie zamówienia w niniejszym postępowaniu</w:t>
      </w:r>
      <w:r w:rsidRPr="00D35D2B">
        <w:rPr>
          <w:rStyle w:val="Odwoanieprzypisudolnego"/>
          <w:rFonts w:ascii="Tahoma" w:hAnsi="Tahoma" w:cs="Tahoma"/>
          <w:color w:val="000000"/>
          <w:sz w:val="20"/>
          <w:szCs w:val="18"/>
        </w:rPr>
        <w:footnoteReference w:id="2"/>
      </w:r>
      <w:r w:rsidRPr="00D35D2B">
        <w:rPr>
          <w:rFonts w:ascii="Tahoma" w:hAnsi="Tahoma" w:cs="Tahoma"/>
          <w:sz w:val="20"/>
          <w:szCs w:val="18"/>
        </w:rP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E5077A" w:rsidRPr="00BE023B" w14:paraId="6274377C" w14:textId="77777777" w:rsidTr="000073E7">
        <w:trPr>
          <w:trHeight w:hRule="exact" w:val="165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A6E2" w14:textId="77777777" w:rsidR="00E5077A" w:rsidRPr="00D35D2B" w:rsidRDefault="00E5077A" w:rsidP="00720BE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21D8A" w14:textId="77777777" w:rsidR="00E5077A" w:rsidRPr="00D35D2B" w:rsidRDefault="00E5077A" w:rsidP="00720BE2">
            <w:pPr>
              <w:spacing w:before="120"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D840FD" w:rsidRPr="00BE023B" w14:paraId="266E8A94" w14:textId="77777777" w:rsidTr="000475B2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F816FBC" w14:textId="77777777" w:rsidR="00D840FD" w:rsidRPr="00D35D2B" w:rsidRDefault="00D840FD" w:rsidP="00D840F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D35D2B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3A8310D" w14:textId="77777777" w:rsidR="00D840FD" w:rsidRPr="00884036" w:rsidRDefault="00D840FD" w:rsidP="00D840F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6577B4CD" w14:textId="77777777" w:rsidR="00E5077A" w:rsidRPr="00D35D2B" w:rsidRDefault="00E5077A" w:rsidP="000073E7">
      <w:pPr>
        <w:spacing w:after="0" w:line="240" w:lineRule="auto"/>
        <w:jc w:val="both"/>
        <w:rPr>
          <w:rFonts w:ascii="Tahoma" w:hAnsi="Tahoma" w:cs="Tahoma"/>
          <w:sz w:val="10"/>
          <w:szCs w:val="10"/>
          <w:lang w:eastAsia="pl-PL"/>
        </w:rPr>
      </w:pPr>
    </w:p>
    <w:sectPr w:rsidR="00E5077A" w:rsidRPr="00D35D2B" w:rsidSect="00E5077A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35311" w14:textId="77777777" w:rsidR="00415FA7" w:rsidRDefault="00415FA7" w:rsidP="000A5C49">
      <w:pPr>
        <w:spacing w:after="0" w:line="240" w:lineRule="auto"/>
      </w:pPr>
      <w:r>
        <w:separator/>
      </w:r>
    </w:p>
  </w:endnote>
  <w:endnote w:type="continuationSeparator" w:id="0">
    <w:p w14:paraId="6ACEBB12" w14:textId="77777777" w:rsidR="00415FA7" w:rsidRDefault="00415FA7" w:rsidP="000A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33B55" w14:textId="77777777" w:rsidR="00415FA7" w:rsidRDefault="00415FA7" w:rsidP="000A5C49">
      <w:pPr>
        <w:spacing w:after="0" w:line="240" w:lineRule="auto"/>
      </w:pPr>
      <w:r>
        <w:separator/>
      </w:r>
    </w:p>
  </w:footnote>
  <w:footnote w:type="continuationSeparator" w:id="0">
    <w:p w14:paraId="2C4B389F" w14:textId="77777777" w:rsidR="00415FA7" w:rsidRDefault="00415FA7" w:rsidP="000A5C49">
      <w:pPr>
        <w:spacing w:after="0" w:line="240" w:lineRule="auto"/>
      </w:pPr>
      <w:r>
        <w:continuationSeparator/>
      </w:r>
    </w:p>
  </w:footnote>
  <w:footnote w:id="1">
    <w:p w14:paraId="6CEC6D47" w14:textId="77777777" w:rsidR="00E5077A" w:rsidRDefault="00E5077A" w:rsidP="00720BE2">
      <w:pPr>
        <w:pStyle w:val="Tekstprzypisudolnego"/>
        <w:spacing w:line="276" w:lineRule="auto"/>
        <w:ind w:left="426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="00D840FD">
        <w:rPr>
          <w:rFonts w:ascii="Arial" w:hAnsi="Arial" w:cs="Arial"/>
          <w:sz w:val="16"/>
          <w:szCs w:val="16"/>
        </w:rPr>
        <w:t>R</w:t>
      </w:r>
      <w:r w:rsidRPr="00720BE2">
        <w:rPr>
          <w:rFonts w:ascii="Arial" w:hAnsi="Arial" w:cs="Arial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4529210C" w14:textId="77777777" w:rsidR="00E5077A" w:rsidRDefault="00E5077A" w:rsidP="00720BE2">
      <w:pPr>
        <w:pStyle w:val="Tekstprzypisudolnego"/>
        <w:spacing w:line="276" w:lineRule="auto"/>
        <w:ind w:left="426" w:hanging="142"/>
        <w:jc w:val="both"/>
      </w:pPr>
      <w:r w:rsidRPr="00720BE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20BE2">
        <w:rPr>
          <w:rFonts w:ascii="Arial" w:hAnsi="Arial" w:cs="Arial"/>
          <w:sz w:val="16"/>
          <w:szCs w:val="16"/>
        </w:rPr>
        <w:t xml:space="preserve"> </w:t>
      </w:r>
      <w:r w:rsidRPr="00720BE2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720BE2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80295787">
    <w:abstractNumId w:val="1"/>
  </w:num>
  <w:num w:numId="2" w16cid:durableId="1134180271">
    <w:abstractNumId w:val="2"/>
  </w:num>
  <w:num w:numId="3" w16cid:durableId="1750082038">
    <w:abstractNumId w:val="3"/>
  </w:num>
  <w:num w:numId="4" w16cid:durableId="54087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FA7"/>
    <w:rsid w:val="000073E7"/>
    <w:rsid w:val="00043ACE"/>
    <w:rsid w:val="000475B2"/>
    <w:rsid w:val="000A06C4"/>
    <w:rsid w:val="000A5C49"/>
    <w:rsid w:val="000B47C0"/>
    <w:rsid w:val="000E1ECC"/>
    <w:rsid w:val="000F6E94"/>
    <w:rsid w:val="00121C5B"/>
    <w:rsid w:val="00171621"/>
    <w:rsid w:val="001A4C00"/>
    <w:rsid w:val="001D6358"/>
    <w:rsid w:val="001E04B9"/>
    <w:rsid w:val="002221C1"/>
    <w:rsid w:val="00227E04"/>
    <w:rsid w:val="00246D01"/>
    <w:rsid w:val="002638CA"/>
    <w:rsid w:val="00277105"/>
    <w:rsid w:val="002942A5"/>
    <w:rsid w:val="00334BC7"/>
    <w:rsid w:val="00367469"/>
    <w:rsid w:val="00372B08"/>
    <w:rsid w:val="003A09F0"/>
    <w:rsid w:val="003A2B1B"/>
    <w:rsid w:val="003E5006"/>
    <w:rsid w:val="003F0DE4"/>
    <w:rsid w:val="003F56F7"/>
    <w:rsid w:val="00412270"/>
    <w:rsid w:val="00415FA7"/>
    <w:rsid w:val="00422E78"/>
    <w:rsid w:val="00470BBF"/>
    <w:rsid w:val="0049357C"/>
    <w:rsid w:val="004A7142"/>
    <w:rsid w:val="004C2217"/>
    <w:rsid w:val="004D109D"/>
    <w:rsid w:val="004F7A7F"/>
    <w:rsid w:val="00546D14"/>
    <w:rsid w:val="00556066"/>
    <w:rsid w:val="005602F1"/>
    <w:rsid w:val="00560E16"/>
    <w:rsid w:val="00565A5E"/>
    <w:rsid w:val="00567113"/>
    <w:rsid w:val="0059515E"/>
    <w:rsid w:val="005A057D"/>
    <w:rsid w:val="005A71F8"/>
    <w:rsid w:val="005A78DB"/>
    <w:rsid w:val="005B51AD"/>
    <w:rsid w:val="005B550B"/>
    <w:rsid w:val="006239EF"/>
    <w:rsid w:val="006432BB"/>
    <w:rsid w:val="00643BEB"/>
    <w:rsid w:val="0065458B"/>
    <w:rsid w:val="0065577B"/>
    <w:rsid w:val="00667A87"/>
    <w:rsid w:val="006754AC"/>
    <w:rsid w:val="006956AB"/>
    <w:rsid w:val="006A32CD"/>
    <w:rsid w:val="006B3129"/>
    <w:rsid w:val="006E3B99"/>
    <w:rsid w:val="00720BE2"/>
    <w:rsid w:val="007542DA"/>
    <w:rsid w:val="00765983"/>
    <w:rsid w:val="00794B7A"/>
    <w:rsid w:val="007A108B"/>
    <w:rsid w:val="007C6487"/>
    <w:rsid w:val="007E614A"/>
    <w:rsid w:val="007F6637"/>
    <w:rsid w:val="00813F93"/>
    <w:rsid w:val="008172DD"/>
    <w:rsid w:val="008326E0"/>
    <w:rsid w:val="00873810"/>
    <w:rsid w:val="008814D6"/>
    <w:rsid w:val="00884036"/>
    <w:rsid w:val="00895B2F"/>
    <w:rsid w:val="008A09B4"/>
    <w:rsid w:val="008A0BB9"/>
    <w:rsid w:val="008A4552"/>
    <w:rsid w:val="008C5A2E"/>
    <w:rsid w:val="008E316F"/>
    <w:rsid w:val="008E5678"/>
    <w:rsid w:val="008F60E7"/>
    <w:rsid w:val="00903D6D"/>
    <w:rsid w:val="00915678"/>
    <w:rsid w:val="00916968"/>
    <w:rsid w:val="00930925"/>
    <w:rsid w:val="009419CE"/>
    <w:rsid w:val="00954F2D"/>
    <w:rsid w:val="00956D42"/>
    <w:rsid w:val="009862D2"/>
    <w:rsid w:val="009E68BD"/>
    <w:rsid w:val="009F2B8F"/>
    <w:rsid w:val="00A30754"/>
    <w:rsid w:val="00A41D53"/>
    <w:rsid w:val="00A47A32"/>
    <w:rsid w:val="00A55CF7"/>
    <w:rsid w:val="00A679DE"/>
    <w:rsid w:val="00A80EB1"/>
    <w:rsid w:val="00A975E2"/>
    <w:rsid w:val="00AA0736"/>
    <w:rsid w:val="00AC140B"/>
    <w:rsid w:val="00B01573"/>
    <w:rsid w:val="00B13A6B"/>
    <w:rsid w:val="00B154E5"/>
    <w:rsid w:val="00B44439"/>
    <w:rsid w:val="00BB1C19"/>
    <w:rsid w:val="00BD2DAA"/>
    <w:rsid w:val="00BE023B"/>
    <w:rsid w:val="00BE2F2E"/>
    <w:rsid w:val="00C2719B"/>
    <w:rsid w:val="00C51C48"/>
    <w:rsid w:val="00C624D9"/>
    <w:rsid w:val="00CA0C58"/>
    <w:rsid w:val="00CB0463"/>
    <w:rsid w:val="00CB4049"/>
    <w:rsid w:val="00CC3840"/>
    <w:rsid w:val="00CC59B4"/>
    <w:rsid w:val="00D20B7B"/>
    <w:rsid w:val="00D35D2B"/>
    <w:rsid w:val="00D43F0F"/>
    <w:rsid w:val="00D47B66"/>
    <w:rsid w:val="00D47E28"/>
    <w:rsid w:val="00D70F48"/>
    <w:rsid w:val="00D74E5A"/>
    <w:rsid w:val="00D8007A"/>
    <w:rsid w:val="00D8380D"/>
    <w:rsid w:val="00D840FD"/>
    <w:rsid w:val="00D84295"/>
    <w:rsid w:val="00D879B2"/>
    <w:rsid w:val="00D94619"/>
    <w:rsid w:val="00DA5E5C"/>
    <w:rsid w:val="00DA6B14"/>
    <w:rsid w:val="00DB56B7"/>
    <w:rsid w:val="00DD38EC"/>
    <w:rsid w:val="00DE35E2"/>
    <w:rsid w:val="00E154B7"/>
    <w:rsid w:val="00E23BF7"/>
    <w:rsid w:val="00E34AD5"/>
    <w:rsid w:val="00E34BF9"/>
    <w:rsid w:val="00E5077A"/>
    <w:rsid w:val="00E858C5"/>
    <w:rsid w:val="00EE0818"/>
    <w:rsid w:val="00F068A2"/>
    <w:rsid w:val="00F11E57"/>
    <w:rsid w:val="00F2047A"/>
    <w:rsid w:val="00F34565"/>
    <w:rsid w:val="00F367C8"/>
    <w:rsid w:val="00F550F2"/>
    <w:rsid w:val="00F57E98"/>
    <w:rsid w:val="00F66B52"/>
    <w:rsid w:val="00F71CA9"/>
    <w:rsid w:val="00F862D7"/>
    <w:rsid w:val="00F97B83"/>
    <w:rsid w:val="00FA5DBF"/>
    <w:rsid w:val="00FB2F78"/>
    <w:rsid w:val="00FD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2B9CBB"/>
  <w14:defaultImageDpi w14:val="0"/>
  <w15:docId w15:val="{61A621F4-77AC-442B-AAD8-21A6401E0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0A5C49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0A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0A5C49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F60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8F60E7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F60E7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8F60E7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62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D5\RD8\Wspolny_RD8\BazaZR\Szablony\Z05_rod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Z05_rodo.dot</Template>
  <TotalTime>3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Z05 RODO - Oswiadczenie Wykonawcy</vt:lpstr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Z05 RODO - Oswiadczenie Wykonawcy</dc:title>
  <dc:subject/>
  <dc:creator>Becella Jakub</dc:creator>
  <cp:keywords/>
  <dc:description/>
  <cp:lastModifiedBy>Becella Jakub (EOP)</cp:lastModifiedBy>
  <cp:revision>1</cp:revision>
  <dcterms:created xsi:type="dcterms:W3CDTF">2025-12-02T09:47:00Z</dcterms:created>
  <dcterms:modified xsi:type="dcterms:W3CDTF">2025-12-02T10:16:00Z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2025-12-02T10:16:18Z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6a1a19d0-cca0-47bd-8673-6b2e4fda6cae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